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E1F" w:rsidRDefault="00055E1F">
      <w:pPr>
        <w:pStyle w:val="normal0"/>
        <w:rPr>
          <w:sz w:val="24"/>
          <w:szCs w:val="24"/>
        </w:rPr>
      </w:pPr>
    </w:p>
    <w:p w:rsidR="00055E1F" w:rsidRDefault="00055E1F">
      <w:pPr>
        <w:pStyle w:val="normal0"/>
        <w:rPr>
          <w:sz w:val="24"/>
          <w:szCs w:val="24"/>
        </w:rPr>
      </w:pPr>
    </w:p>
    <w:p w:rsidR="00055E1F" w:rsidRDefault="00055E1F">
      <w:pPr>
        <w:pStyle w:val="normal0"/>
        <w:rPr>
          <w:sz w:val="24"/>
          <w:szCs w:val="24"/>
        </w:rPr>
      </w:pPr>
    </w:p>
    <w:p w:rsidR="00055E1F" w:rsidRDefault="00055E1F">
      <w:pPr>
        <w:pStyle w:val="normal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(Allegato A)</w:t>
      </w:r>
    </w:p>
    <w:p w:rsidR="00055E1F" w:rsidRDefault="00055E1F">
      <w:pPr>
        <w:pStyle w:val="normal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(Persone fisiche) </w:t>
      </w:r>
    </w:p>
    <w:p w:rsidR="00055E1F" w:rsidRDefault="00055E1F">
      <w:pPr>
        <w:pStyle w:val="normal0"/>
        <w:spacing w:line="36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sz w:val="24"/>
          <w:szCs w:val="24"/>
        </w:rPr>
        <w:t xml:space="preserve">AL DIRIGENTE SCOLASTICO </w:t>
      </w:r>
    </w:p>
    <w:p w:rsidR="00055E1F" w:rsidRDefault="00055E1F">
      <w:pPr>
        <w:pStyle w:val="normal0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ISTITUTO COMPRENSIVO “BENIAMINO GIGLI”</w:t>
      </w:r>
    </w:p>
    <w:p w:rsidR="00055E1F" w:rsidRDefault="00055E1F">
      <w:pPr>
        <w:pStyle w:val="normal0"/>
        <w:spacing w:before="18"/>
        <w:ind w:left="5664" w:firstLine="70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RECANATI            </w:t>
      </w:r>
    </w:p>
    <w:p w:rsidR="00055E1F" w:rsidRDefault="00055E1F">
      <w:pPr>
        <w:pStyle w:val="normal0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055E1F" w:rsidRDefault="00055E1F">
      <w:pPr>
        <w:pStyle w:val="normal0"/>
        <w:jc w:val="center"/>
        <w:rPr>
          <w:color w:val="000000"/>
          <w:sz w:val="26"/>
          <w:szCs w:val="26"/>
        </w:rPr>
      </w:pPr>
    </w:p>
    <w:p w:rsidR="00055E1F" w:rsidRDefault="00055E1F">
      <w:pPr>
        <w:pStyle w:val="normal0"/>
        <w:jc w:val="center"/>
        <w:rPr>
          <w:color w:val="000000"/>
          <w:sz w:val="26"/>
          <w:szCs w:val="26"/>
        </w:rPr>
      </w:pPr>
    </w:p>
    <w:p w:rsidR="00055E1F" w:rsidRDefault="00055E1F">
      <w:pPr>
        <w:pStyle w:val="normal0"/>
        <w:spacing w:line="360" w:lineRule="auto"/>
        <w:jc w:val="right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rPr>
          <w:color w:val="000000"/>
          <w:sz w:val="10"/>
          <w:szCs w:val="10"/>
        </w:rPr>
      </w:pPr>
      <w:r>
        <w:rPr>
          <w:b/>
          <w:color w:val="000000"/>
          <w:sz w:val="22"/>
          <w:szCs w:val="22"/>
        </w:rPr>
        <w:t>Oggetto:</w:t>
      </w:r>
      <w:r>
        <w:rPr>
          <w:color w:val="000000"/>
          <w:sz w:val="22"/>
          <w:szCs w:val="22"/>
        </w:rPr>
        <w:t xml:space="preserve"> Istanza per incarico di ESPERTO ESTERNO</w:t>
      </w:r>
    </w:p>
    <w:p w:rsidR="00055E1F" w:rsidRDefault="00055E1F">
      <w:pPr>
        <w:pStyle w:val="normal0"/>
        <w:spacing w:line="360" w:lineRule="auto"/>
        <w:rPr>
          <w:color w:val="000000"/>
          <w:sz w:val="10"/>
          <w:szCs w:val="10"/>
        </w:rPr>
      </w:pPr>
    </w:p>
    <w:p w:rsidR="00055E1F" w:rsidRDefault="00055E1F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Il/la sottoscritto/a: _________________________________ nato/a a ________________________ (PROV. _____) il ___________________________________ e residente a ____________________ ________________________________________________________________________________ </w:t>
      </w:r>
    </w:p>
    <w:p w:rsidR="00055E1F" w:rsidRDefault="00055E1F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Via/P.zza/C. da _________________________________________________________________</w:t>
      </w:r>
    </w:p>
    <w:p w:rsidR="00055E1F" w:rsidRDefault="00055E1F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recapito telefonico ________________________________________________________________ Email ______________________________________________________</w:t>
      </w:r>
    </w:p>
    <w:p w:rsidR="00055E1F" w:rsidRDefault="00055E1F">
      <w:pPr>
        <w:pStyle w:val="normal0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Codice Fiscale _______________________________________________</w:t>
      </w:r>
    </w:p>
    <w:p w:rsidR="00055E1F" w:rsidRDefault="00055E1F">
      <w:pPr>
        <w:pStyle w:val="normal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Partita IVA __________________________________________________ </w:t>
      </w:r>
    </w:p>
    <w:p w:rsidR="00055E1F" w:rsidRDefault="00055E1F">
      <w:pPr>
        <w:pStyle w:val="normal0"/>
        <w:spacing w:line="276" w:lineRule="auto"/>
        <w:jc w:val="both"/>
        <w:rPr>
          <w:color w:val="000000"/>
          <w:sz w:val="10"/>
          <w:szCs w:val="10"/>
        </w:rPr>
      </w:pPr>
    </w:p>
    <w:p w:rsidR="00055E1F" w:rsidRDefault="00055E1F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Letto il bando di avviso pubblico per l’affidamento di incarichi e prestazioni professionali ai fini didattici </w:t>
      </w:r>
    </w:p>
    <w:p w:rsidR="00055E1F" w:rsidRDefault="00055E1F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jc w:val="center"/>
        <w:rPr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b/>
          <w:color w:val="000000"/>
          <w:sz w:val="24"/>
          <w:szCs w:val="24"/>
        </w:rPr>
        <w:t>CHIEDE</w:t>
      </w:r>
    </w:p>
    <w:p w:rsidR="00055E1F" w:rsidRDefault="00055E1F">
      <w:pPr>
        <w:pStyle w:val="normal0"/>
        <w:spacing w:line="360" w:lineRule="auto"/>
        <w:jc w:val="center"/>
        <w:rPr>
          <w:color w:val="000000"/>
          <w:sz w:val="24"/>
          <w:szCs w:val="24"/>
        </w:rPr>
      </w:pP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individuato quale esperto professionista per il seguente progetto: </w:t>
      </w:r>
    </w:p>
    <w:p w:rsidR="00055E1F" w:rsidRDefault="00055E1F">
      <w:pPr>
        <w:pStyle w:val="normal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LETTORATO DI MADRELINGUA INGLESE ALLA </w:t>
      </w:r>
      <w:smartTag w:uri="urn:schemas-microsoft-com:office:smarttags" w:element="PersonName">
        <w:smartTagPr>
          <w:attr w:name="ProductID" w:val="SCUOLA PRIMARIA"/>
        </w:smartTagPr>
        <w:r>
          <w:rPr>
            <w:rFonts w:ascii="Times New Roman" w:hAnsi="Times New Roman" w:cs="Times New Roman"/>
            <w:b/>
            <w:i/>
            <w:sz w:val="28"/>
            <w:szCs w:val="28"/>
          </w:rPr>
          <w:t>SCUOLA PRIMARIA</w:t>
        </w:r>
      </w:smartTag>
    </w:p>
    <w:p w:rsidR="00055E1F" w:rsidRDefault="00055E1F">
      <w:pPr>
        <w:pStyle w:val="normal0"/>
        <w:spacing w:line="360" w:lineRule="auto"/>
        <w:jc w:val="both"/>
        <w:rPr>
          <w:color w:val="000000"/>
          <w:sz w:val="16"/>
          <w:szCs w:val="16"/>
        </w:rPr>
      </w:pPr>
    </w:p>
    <w:p w:rsidR="00055E1F" w:rsidRDefault="00055E1F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tal Fine </w:t>
      </w:r>
      <w:r>
        <w:rPr>
          <w:b/>
          <w:color w:val="000000"/>
          <w:sz w:val="22"/>
          <w:szCs w:val="22"/>
        </w:rPr>
        <w:t>dichiara</w:t>
      </w:r>
      <w:r>
        <w:rPr>
          <w:color w:val="000000"/>
          <w:sz w:val="22"/>
          <w:szCs w:val="22"/>
        </w:rPr>
        <w:t xml:space="preserve">, sotto la propria personale responsabilità, consapevole delle sanzioni penali nel caso di dichiarazioni non veritiere, di formazione o uso di atti falsi, richiamate dall’art. 76 del DPR 445 del 28 dicembre 2000, di: </w:t>
      </w:r>
    </w:p>
    <w:p w:rsidR="00055E1F" w:rsidRDefault="00055E1F">
      <w:pPr>
        <w:pStyle w:val="normal0"/>
        <w:numPr>
          <w:ilvl w:val="0"/>
          <w:numId w:val="2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Spuntare le voci interessate</w:t>
      </w:r>
    </w:p>
    <w:p w:rsidR="00055E1F" w:rsidRDefault="00055E1F">
      <w:pPr>
        <w:pStyle w:val="normal0"/>
        <w:spacing w:line="276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055E1F" w:rsidTr="00770FB2">
        <w:trPr>
          <w:trHeight w:val="197"/>
        </w:trPr>
        <w:tc>
          <w:tcPr>
            <w:tcW w:w="534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di essere cittadino ………………………………………………………………………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  <w:r>
        <w:rPr>
          <w:color w:val="000000"/>
          <w:sz w:val="22"/>
          <w:szCs w:val="22"/>
        </w:rPr>
        <w:t xml:space="preserve">       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055E1F" w:rsidTr="00770FB2">
        <w:trPr>
          <w:trHeight w:val="197"/>
        </w:trPr>
        <w:tc>
          <w:tcPr>
            <w:tcW w:w="534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di essere in godimento dei diritti civili e pubblici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055E1F" w:rsidTr="00770FB2">
        <w:trPr>
          <w:trHeight w:val="197"/>
        </w:trPr>
        <w:tc>
          <w:tcPr>
            <w:tcW w:w="534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055E1F" w:rsidRPr="00770FB2" w:rsidRDefault="00055E1F" w:rsidP="00770FB2">
            <w:pPr>
              <w:pStyle w:val="normal0"/>
              <w:spacing w:line="276" w:lineRule="auto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di prestare servizio presso l’Istituto……………………………………………………………………………….. con il profilo di</w:t>
            </w:r>
          </w:p>
          <w:p w:rsidR="00055E1F" w:rsidRPr="00770FB2" w:rsidRDefault="00055E1F" w:rsidP="00770FB2">
            <w:pPr>
              <w:pStyle w:val="normal0"/>
              <w:spacing w:line="276" w:lineRule="auto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……………………………………………………………………………..con incarico a tempo ………………………………………………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055E1F" w:rsidTr="00770FB2">
        <w:trPr>
          <w:trHeight w:val="197"/>
        </w:trPr>
        <w:tc>
          <w:tcPr>
            <w:tcW w:w="534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di essere dipendente di altra Amministrazione (indicare quale) ………………………………………………………………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055E1F" w:rsidTr="00770FB2">
        <w:trPr>
          <w:trHeight w:val="197"/>
        </w:trPr>
        <w:tc>
          <w:tcPr>
            <w:tcW w:w="534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di non essere dipendente di Amministrazioni Pubbliche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7"/>
        <w:gridCol w:w="9554"/>
      </w:tblGrid>
      <w:tr w:rsidR="00055E1F" w:rsidTr="00770FB2">
        <w:trPr>
          <w:trHeight w:val="197"/>
        </w:trPr>
        <w:tc>
          <w:tcPr>
            <w:tcW w:w="477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554" w:type="dxa"/>
          </w:tcPr>
          <w:p w:rsidR="00055E1F" w:rsidRPr="00770FB2" w:rsidRDefault="00055E1F" w:rsidP="00770FB2">
            <w:pPr>
              <w:pStyle w:val="normal0"/>
              <w:spacing w:line="360" w:lineRule="auto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 xml:space="preserve">di essere in possesso dei seguenti titoli: </w:t>
            </w:r>
          </w:p>
          <w:p w:rsidR="00055E1F" w:rsidRPr="00770FB2" w:rsidRDefault="00055E1F" w:rsidP="00770FB2">
            <w:pPr>
              <w:pStyle w:val="normal0"/>
              <w:numPr>
                <w:ilvl w:val="0"/>
                <w:numId w:val="1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</w:t>
            </w:r>
          </w:p>
          <w:p w:rsidR="00055E1F" w:rsidRPr="00770FB2" w:rsidRDefault="00055E1F" w:rsidP="00770FB2">
            <w:pPr>
              <w:pStyle w:val="normal0"/>
              <w:numPr>
                <w:ilvl w:val="0"/>
                <w:numId w:val="1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:rsidR="00055E1F" w:rsidRPr="00770FB2" w:rsidRDefault="00055E1F" w:rsidP="00770FB2">
            <w:pPr>
              <w:pStyle w:val="normal0"/>
              <w:numPr>
                <w:ilvl w:val="0"/>
                <w:numId w:val="1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:rsidR="00055E1F" w:rsidRPr="00770FB2" w:rsidRDefault="00055E1F" w:rsidP="00770FB2">
            <w:pPr>
              <w:pStyle w:val="normal0"/>
              <w:numPr>
                <w:ilvl w:val="0"/>
                <w:numId w:val="1"/>
              </w:num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055E1F" w:rsidTr="00770FB2">
        <w:trPr>
          <w:trHeight w:val="197"/>
        </w:trPr>
        <w:tc>
          <w:tcPr>
            <w:tcW w:w="534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055E1F" w:rsidRPr="00770FB2" w:rsidRDefault="00055E1F" w:rsidP="00770FB2">
            <w:pPr>
              <w:pStyle w:val="normal0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di non aver riportato condanne penali e di non essere destinatario di provvedimenti che riguardano l’applicazione di misure di prevenzione, di decisioni civili e di provvedimenti amministrativi iscritti nel casellario ai sensi della vigente normativa.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10"/>
          <w:szCs w:val="1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9497"/>
      </w:tblGrid>
      <w:tr w:rsidR="00055E1F" w:rsidTr="00770FB2">
        <w:trPr>
          <w:trHeight w:val="197"/>
        </w:trPr>
        <w:tc>
          <w:tcPr>
            <w:tcW w:w="534" w:type="dxa"/>
          </w:tcPr>
          <w:p w:rsidR="00055E1F" w:rsidRPr="00770FB2" w:rsidRDefault="00055E1F" w:rsidP="00770FB2">
            <w:pPr>
              <w:pStyle w:val="normal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</w:tcPr>
          <w:p w:rsidR="00055E1F" w:rsidRPr="00770FB2" w:rsidRDefault="00055E1F" w:rsidP="00770FB2">
            <w:pPr>
              <w:pStyle w:val="normal0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>di non avere procedimenti penali pendenti ovvero di avere i seguenti procedimenti penali</w:t>
            </w:r>
          </w:p>
          <w:p w:rsidR="00055E1F" w:rsidRPr="00770FB2" w:rsidRDefault="00055E1F" w:rsidP="00770FB2">
            <w:pPr>
              <w:pStyle w:val="normal0"/>
              <w:jc w:val="both"/>
              <w:rPr>
                <w:color w:val="000000"/>
                <w:sz w:val="22"/>
                <w:szCs w:val="22"/>
              </w:rPr>
            </w:pPr>
            <w:r w:rsidRPr="00770FB2">
              <w:rPr>
                <w:color w:val="000000"/>
                <w:sz w:val="22"/>
                <w:szCs w:val="22"/>
              </w:rPr>
              <w:t xml:space="preserve"> pendenti ………………………………………………………………………………………………………………………………………………</w:t>
            </w:r>
          </w:p>
        </w:tc>
      </w:tr>
    </w:tbl>
    <w:p w:rsidR="00055E1F" w:rsidRDefault="00055E1F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Allega: Curriculum vitae in formato europeo </w:t>
      </w: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Fotocopia documento di riconoscimento personale </w:t>
      </w: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__________________, li _______________                                                                                           </w:t>
      </w:r>
    </w:p>
    <w:p w:rsidR="00055E1F" w:rsidRDefault="00055E1F" w:rsidP="004518AA">
      <w:pPr>
        <w:pStyle w:val="normal0"/>
        <w:spacing w:line="360" w:lineRule="auto"/>
        <w:ind w:left="5040"/>
        <w:rPr>
          <w:sz w:val="22"/>
          <w:szCs w:val="22"/>
        </w:rPr>
      </w:pPr>
      <w:r>
        <w:rPr>
          <w:color w:val="000000"/>
          <w:sz w:val="22"/>
          <w:szCs w:val="22"/>
        </w:rPr>
        <w:t>________________________</w:t>
      </w:r>
      <w:r>
        <w:rPr>
          <w:sz w:val="22"/>
          <w:szCs w:val="22"/>
        </w:rPr>
        <w:t>_____________</w:t>
      </w: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(firma)       </w:t>
      </w:r>
      <w:r>
        <w:rPr>
          <w:color w:val="000000"/>
          <w:sz w:val="22"/>
          <w:szCs w:val="22"/>
        </w:rPr>
        <w:t xml:space="preserve">                        </w:t>
      </w:r>
    </w:p>
    <w:p w:rsidR="00055E1F" w:rsidRDefault="00055E1F">
      <w:pPr>
        <w:pStyle w:val="normal0"/>
        <w:spacing w:line="360" w:lineRule="auto"/>
        <w:ind w:left="6372" w:firstLine="707"/>
        <w:jc w:val="both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ind w:left="6372" w:firstLine="707"/>
        <w:jc w:val="both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---------------------------------------------------------------------------------------------------------------------------------------------------------------------------------</w:t>
      </w:r>
    </w:p>
    <w:p w:rsidR="00055E1F" w:rsidRDefault="00055E1F">
      <w:pPr>
        <w:pStyle w:val="normal0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Il/la sottoscritto/a, _____________________________________________ acquisite le informazioni fornite dal titolare del trattamento ai sensi del Regolamento UE 2016/679, </w:t>
      </w:r>
      <w:r>
        <w:rPr>
          <w:b/>
          <w:color w:val="000000"/>
          <w:sz w:val="22"/>
          <w:szCs w:val="22"/>
        </w:rPr>
        <w:t xml:space="preserve">esprime il consenso </w:t>
      </w:r>
      <w:r>
        <w:rPr>
          <w:color w:val="000000"/>
          <w:sz w:val="22"/>
          <w:szCs w:val="22"/>
        </w:rPr>
        <w:t xml:space="preserve">al trattamento, alla comunicazione e alla diffusione dei dati personali diversi da quelli sensibili o giudiziari (Nome, cognome, luogo e data di nascita, indirizzo), contenuti nella presente autocertificazione in relazione alle finalità istituzionali o ad attività ad essa strumentali. </w:t>
      </w:r>
    </w:p>
    <w:p w:rsidR="00055E1F" w:rsidRDefault="00055E1F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Data ______________ / ____________________ </w:t>
      </w:r>
    </w:p>
    <w:p w:rsidR="00055E1F" w:rsidRDefault="00055E1F">
      <w:pPr>
        <w:pStyle w:val="normal0"/>
        <w:spacing w:line="360" w:lineRule="auto"/>
        <w:jc w:val="both"/>
        <w:rPr>
          <w:color w:val="000000"/>
          <w:sz w:val="22"/>
          <w:szCs w:val="22"/>
        </w:rPr>
      </w:pPr>
    </w:p>
    <w:p w:rsidR="00055E1F" w:rsidRDefault="00055E1F">
      <w:pPr>
        <w:pStyle w:val="normal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Firma per il consenso </w:t>
      </w:r>
    </w:p>
    <w:p w:rsidR="00055E1F" w:rsidRDefault="00055E1F">
      <w:pPr>
        <w:pStyle w:val="normal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al trattamento dei dati personali </w:t>
      </w:r>
    </w:p>
    <w:p w:rsidR="00055E1F" w:rsidRDefault="00055E1F">
      <w:pPr>
        <w:pStyle w:val="normal0"/>
        <w:jc w:val="right"/>
        <w:rPr>
          <w:color w:val="000000"/>
          <w:sz w:val="22"/>
          <w:szCs w:val="22"/>
        </w:rPr>
      </w:pPr>
    </w:p>
    <w:p w:rsidR="00055E1F" w:rsidRDefault="00055E1F">
      <w:pPr>
        <w:pStyle w:val="normal0"/>
        <w:spacing w:line="360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</w:t>
      </w:r>
    </w:p>
    <w:p w:rsidR="00055E1F" w:rsidRDefault="00055E1F">
      <w:pPr>
        <w:pStyle w:val="normal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55E1F" w:rsidSect="001A3B58">
      <w:headerReference w:type="default" r:id="rId7"/>
      <w:pgSz w:w="11906" w:h="16838"/>
      <w:pgMar w:top="851" w:right="1134" w:bottom="567" w:left="1134" w:header="709" w:footer="709" w:gutter="0"/>
      <w:pgNumType w:start="1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E1F" w:rsidRDefault="00055E1F" w:rsidP="001A3B58">
      <w:r>
        <w:separator/>
      </w:r>
    </w:p>
  </w:endnote>
  <w:endnote w:type="continuationSeparator" w:id="1">
    <w:p w:rsidR="00055E1F" w:rsidRDefault="00055E1F" w:rsidP="001A3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E1F" w:rsidRDefault="00055E1F" w:rsidP="001A3B58">
      <w:r>
        <w:separator/>
      </w:r>
    </w:p>
  </w:footnote>
  <w:footnote w:type="continuationSeparator" w:id="1">
    <w:p w:rsidR="00055E1F" w:rsidRDefault="00055E1F" w:rsidP="001A3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E1F" w:rsidRDefault="00055E1F">
    <w:pPr>
      <w:pStyle w:val="normal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F4B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">
    <w:nsid w:val="765268A3"/>
    <w:multiLevelType w:val="multilevel"/>
    <w:tmpl w:val="FFFFFFFF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58"/>
    <w:rsid w:val="00055E1F"/>
    <w:rsid w:val="001A3B58"/>
    <w:rsid w:val="004518AA"/>
    <w:rsid w:val="00515F18"/>
    <w:rsid w:val="00770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1A3B5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1A3B5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1A3B5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1A3B5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1A3B5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1A3B58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11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1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1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1F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1F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1F8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1A3B58"/>
    <w:rPr>
      <w:sz w:val="20"/>
      <w:szCs w:val="20"/>
    </w:rPr>
  </w:style>
  <w:style w:type="paragraph" w:styleId="Title">
    <w:name w:val="Title"/>
    <w:basedOn w:val="normal0"/>
    <w:next w:val="normal0"/>
    <w:link w:val="TitleChar"/>
    <w:uiPriority w:val="99"/>
    <w:qFormat/>
    <w:rsid w:val="001A3B5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E11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1A3B58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E11F8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7">
    <w:name w:val="Stile7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6">
    <w:name w:val="Stile6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5">
    <w:name w:val="Stile5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4">
    <w:name w:val="Stile4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3">
    <w:name w:val="Stile3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2">
    <w:name w:val="Stile2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1">
    <w:name w:val="Stile1"/>
    <w:uiPriority w:val="99"/>
    <w:rsid w:val="001A3B5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550</Words>
  <Characters>3138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A)</dc:title>
  <dc:subject/>
  <dc:creator/>
  <cp:keywords/>
  <dc:description/>
  <cp:lastModifiedBy>Utente</cp:lastModifiedBy>
  <cp:revision>2</cp:revision>
  <dcterms:created xsi:type="dcterms:W3CDTF">2020-01-14T11:52:00Z</dcterms:created>
  <dcterms:modified xsi:type="dcterms:W3CDTF">2020-01-14T11:52:00Z</dcterms:modified>
</cp:coreProperties>
</file>