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9FF03" w14:textId="7BAA900D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>
        <w:t>……</w:t>
      </w:r>
      <w:r>
        <w:t>.</w:t>
      </w:r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………………………………………………………………</w:t>
      </w:r>
      <w:r w:rsidR="00B57762">
        <w:t>….</w:t>
      </w:r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</w:t>
      </w:r>
      <w:proofErr w:type="gramStart"/>
      <w:r w:rsidR="00E616E5">
        <w:rPr>
          <w:i/>
        </w:rPr>
        <w:t>4</w:t>
      </w:r>
      <w:proofErr w:type="gramEnd"/>
      <w:r w:rsidR="00E616E5">
        <w:rPr>
          <w:i/>
        </w:rPr>
        <w:t xml:space="preserve">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DD7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947505">
    <w:abstractNumId w:val="0"/>
  </w:num>
  <w:num w:numId="2" w16cid:durableId="698168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F4"/>
    <w:rsid w:val="000E508B"/>
    <w:rsid w:val="000E6BF4"/>
    <w:rsid w:val="00240BD1"/>
    <w:rsid w:val="0028007A"/>
    <w:rsid w:val="003422CD"/>
    <w:rsid w:val="004F16C7"/>
    <w:rsid w:val="00572D51"/>
    <w:rsid w:val="00767838"/>
    <w:rsid w:val="00A04354"/>
    <w:rsid w:val="00AB7C6E"/>
    <w:rsid w:val="00AF7B2D"/>
    <w:rsid w:val="00B21CF5"/>
    <w:rsid w:val="00B57762"/>
    <w:rsid w:val="00C11837"/>
    <w:rsid w:val="00D236E8"/>
    <w:rsid w:val="00DD7C20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ospite</cp:lastModifiedBy>
  <cp:revision>4</cp:revision>
  <cp:lastPrinted>2018-10-12T14:07:00Z</cp:lastPrinted>
  <dcterms:created xsi:type="dcterms:W3CDTF">2023-05-21T18:24:00Z</dcterms:created>
  <dcterms:modified xsi:type="dcterms:W3CDTF">2024-02-13T15:21:00Z</dcterms:modified>
</cp:coreProperties>
</file>