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D77" w:rsidRPr="00E86BF4" w:rsidRDefault="00A50D77" w:rsidP="004910C5">
      <w:pPr>
        <w:autoSpaceDE w:val="0"/>
        <w:autoSpaceDN w:val="0"/>
        <w:adjustRightInd w:val="0"/>
        <w:jc w:val="right"/>
        <w:rPr>
          <w:rFonts w:ascii="Calibri" w:hAnsi="Calibri"/>
          <w:b/>
          <w:bCs/>
          <w:i/>
          <w:sz w:val="22"/>
          <w:szCs w:val="22"/>
        </w:rPr>
      </w:pPr>
      <w:r w:rsidRPr="00E86BF4">
        <w:rPr>
          <w:rFonts w:ascii="Calibri" w:hAnsi="Calibri"/>
          <w:b/>
          <w:bCs/>
          <w:i/>
          <w:sz w:val="22"/>
          <w:szCs w:val="22"/>
        </w:rPr>
        <w:t>Allegato 3</w:t>
      </w:r>
    </w:p>
    <w:p w:rsidR="00A50D77" w:rsidRDefault="00A50D77" w:rsidP="00E27FF9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</w:p>
    <w:p w:rsidR="00A50D77" w:rsidRPr="00E86BF4" w:rsidRDefault="00A50D77" w:rsidP="00E27FF9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</w:p>
    <w:p w:rsidR="00A50D77" w:rsidRPr="00E86BF4" w:rsidRDefault="00A50D77" w:rsidP="00E27FF9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2"/>
          <w:szCs w:val="22"/>
        </w:rPr>
      </w:pPr>
      <w:r w:rsidRPr="00E86BF4">
        <w:rPr>
          <w:rFonts w:ascii="Calibri" w:hAnsi="Calibri"/>
          <w:b/>
          <w:sz w:val="22"/>
          <w:szCs w:val="22"/>
        </w:rPr>
        <w:t>TABELLA DI VALUTAZIONE TITOLI CULTURALI E PROFESSIONALI</w:t>
      </w:r>
    </w:p>
    <w:p w:rsidR="00A50D77" w:rsidRDefault="00A50D77" w:rsidP="00E27FF9">
      <w:pPr>
        <w:autoSpaceDE w:val="0"/>
        <w:autoSpaceDN w:val="0"/>
        <w:adjustRightInd w:val="0"/>
        <w:jc w:val="right"/>
        <w:rPr>
          <w:rFonts w:ascii="Calibri" w:hAnsi="Calibri"/>
          <w:b/>
          <w:bCs/>
          <w:i/>
          <w:sz w:val="22"/>
          <w:szCs w:val="22"/>
        </w:rPr>
      </w:pPr>
    </w:p>
    <w:p w:rsidR="00A50D77" w:rsidRPr="00E86BF4" w:rsidRDefault="00A50D77" w:rsidP="00E27FF9">
      <w:pPr>
        <w:autoSpaceDE w:val="0"/>
        <w:autoSpaceDN w:val="0"/>
        <w:adjustRightInd w:val="0"/>
        <w:jc w:val="right"/>
        <w:rPr>
          <w:rFonts w:ascii="Calibri" w:hAnsi="Calibri"/>
          <w:b/>
          <w:bCs/>
          <w:i/>
          <w:sz w:val="22"/>
          <w:szCs w:val="22"/>
        </w:rPr>
      </w:pPr>
    </w:p>
    <w:p w:rsidR="00A50D77" w:rsidRPr="00E86BF4" w:rsidRDefault="00A50D77" w:rsidP="004910C5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  <w:r w:rsidRPr="00E86BF4">
        <w:rPr>
          <w:rFonts w:ascii="Calibri" w:hAnsi="Calibri"/>
          <w:bCs/>
          <w:iCs/>
          <w:sz w:val="22"/>
          <w:szCs w:val="22"/>
        </w:rPr>
        <w:t xml:space="preserve">Alla Dirigente Scolastica </w:t>
      </w:r>
    </w:p>
    <w:p w:rsidR="00A50D77" w:rsidRPr="00E86BF4" w:rsidRDefault="00A50D77" w:rsidP="004910C5">
      <w:pPr>
        <w:autoSpaceDE w:val="0"/>
        <w:autoSpaceDN w:val="0"/>
        <w:adjustRightInd w:val="0"/>
        <w:jc w:val="right"/>
        <w:rPr>
          <w:rFonts w:ascii="Calibri" w:hAnsi="Calibri"/>
          <w:bCs/>
          <w:iCs/>
          <w:sz w:val="22"/>
          <w:szCs w:val="22"/>
        </w:rPr>
      </w:pPr>
      <w:r w:rsidRPr="00E86BF4">
        <w:rPr>
          <w:rFonts w:ascii="Calibri" w:hAnsi="Calibri"/>
          <w:bCs/>
          <w:iCs/>
          <w:sz w:val="22"/>
          <w:szCs w:val="22"/>
        </w:rPr>
        <w:t xml:space="preserve">dell’I.C. di Mortegliano – Castions di Strada </w:t>
      </w:r>
    </w:p>
    <w:p w:rsidR="00A50D77" w:rsidRDefault="00A50D77" w:rsidP="00E27FF9">
      <w:pPr>
        <w:rPr>
          <w:rFonts w:ascii="Calibri" w:hAnsi="Calibri"/>
          <w:sz w:val="22"/>
          <w:szCs w:val="22"/>
        </w:rPr>
      </w:pPr>
    </w:p>
    <w:p w:rsidR="00A50D77" w:rsidRPr="00E86BF4" w:rsidRDefault="00A50D77" w:rsidP="00E27FF9">
      <w:pPr>
        <w:rPr>
          <w:rFonts w:ascii="Calibri" w:hAnsi="Calibri"/>
          <w:sz w:val="22"/>
          <w:szCs w:val="22"/>
        </w:rPr>
      </w:pPr>
    </w:p>
    <w:p w:rsidR="00A50D77" w:rsidRPr="00E86BF4" w:rsidRDefault="00A50D77" w:rsidP="00E27FF9">
      <w:pPr>
        <w:rPr>
          <w:rFonts w:ascii="Calibri" w:hAnsi="Calibri"/>
          <w:sz w:val="22"/>
          <w:szCs w:val="22"/>
        </w:rPr>
      </w:pPr>
      <w:r w:rsidRPr="00E86BF4">
        <w:rPr>
          <w:rFonts w:ascii="Calibri" w:hAnsi="Calibri"/>
          <w:sz w:val="22"/>
          <w:szCs w:val="22"/>
        </w:rPr>
        <w:t>Il/La sottoscritto/a_____________________________</w:t>
      </w:r>
      <w:r>
        <w:rPr>
          <w:rFonts w:ascii="Calibri" w:hAnsi="Calibri"/>
          <w:sz w:val="22"/>
          <w:szCs w:val="22"/>
        </w:rPr>
        <w:t>___________</w:t>
      </w:r>
      <w:r w:rsidRPr="00E86BF4">
        <w:rPr>
          <w:rFonts w:ascii="Calibri" w:hAnsi="Calibri"/>
          <w:sz w:val="22"/>
          <w:szCs w:val="22"/>
        </w:rPr>
        <w:t>___________ nato/a  ______________</w:t>
      </w:r>
    </w:p>
    <w:p w:rsidR="00A50D77" w:rsidRPr="00E86BF4" w:rsidRDefault="00A50D77" w:rsidP="00E27FF9">
      <w:pPr>
        <w:rPr>
          <w:rFonts w:ascii="Calibri" w:hAnsi="Calibri"/>
          <w:sz w:val="22"/>
          <w:szCs w:val="22"/>
        </w:rPr>
      </w:pPr>
    </w:p>
    <w:p w:rsidR="00A50D77" w:rsidRPr="00E86BF4" w:rsidRDefault="00A50D77" w:rsidP="00E27FF9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E86BF4">
        <w:rPr>
          <w:rFonts w:ascii="Calibri" w:hAnsi="Calibri"/>
          <w:sz w:val="22"/>
          <w:szCs w:val="22"/>
        </w:rPr>
        <w:t>(prov.______) il________________________residente in_________</w:t>
      </w:r>
      <w:r>
        <w:rPr>
          <w:rFonts w:ascii="Calibri" w:hAnsi="Calibri"/>
          <w:sz w:val="22"/>
          <w:szCs w:val="22"/>
        </w:rPr>
        <w:t>____________</w:t>
      </w:r>
      <w:r w:rsidRPr="00E86BF4">
        <w:rPr>
          <w:rFonts w:ascii="Calibri" w:hAnsi="Calibri"/>
          <w:sz w:val="22"/>
          <w:szCs w:val="22"/>
        </w:rPr>
        <w:t xml:space="preserve">____________________                 </w:t>
      </w:r>
    </w:p>
    <w:p w:rsidR="00A50D77" w:rsidRPr="00E86BF4" w:rsidRDefault="00A50D77" w:rsidP="00E27FF9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A50D77" w:rsidRPr="00E86BF4" w:rsidRDefault="00A50D77" w:rsidP="004910C5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E86BF4">
        <w:rPr>
          <w:rFonts w:ascii="Calibri" w:hAnsi="Calibri"/>
          <w:sz w:val="22"/>
          <w:szCs w:val="22"/>
        </w:rPr>
        <w:t>Via___________________________________, ai sensi del D.P.R. 28.12.2000, n.445 (Testo unico delle disposizioni legislative e regolamentari in materia di documentazione amministrativa), consapevole delle responsabilità civili e penali cui va incontro in caso di dichiarazioni non corrispondenti al vero, sotto la propria responsabilità</w:t>
      </w:r>
    </w:p>
    <w:p w:rsidR="00A50D77" w:rsidRPr="00E86BF4" w:rsidRDefault="00A50D77" w:rsidP="00E27FF9">
      <w:pPr>
        <w:jc w:val="center"/>
        <w:rPr>
          <w:rFonts w:ascii="Calibri" w:hAnsi="Calibri"/>
          <w:b/>
          <w:caps/>
          <w:sz w:val="22"/>
          <w:szCs w:val="22"/>
        </w:rPr>
      </w:pPr>
      <w:r w:rsidRPr="00E86BF4">
        <w:rPr>
          <w:rFonts w:ascii="Calibri" w:hAnsi="Calibri"/>
          <w:b/>
          <w:caps/>
          <w:sz w:val="22"/>
          <w:szCs w:val="22"/>
        </w:rPr>
        <w:t>DICHIARA</w:t>
      </w:r>
    </w:p>
    <w:p w:rsidR="00A50D77" w:rsidRPr="00E86BF4" w:rsidRDefault="00A50D77" w:rsidP="00E27FF9">
      <w:pPr>
        <w:jc w:val="center"/>
        <w:rPr>
          <w:rFonts w:ascii="Calibri" w:hAnsi="Calibri"/>
          <w:b/>
          <w:caps/>
          <w:sz w:val="22"/>
          <w:szCs w:val="22"/>
        </w:rPr>
      </w:pPr>
    </w:p>
    <w:p w:rsidR="00A50D77" w:rsidRDefault="00A50D77" w:rsidP="00BD16C1">
      <w:pPr>
        <w:pStyle w:val="ListParagraph"/>
        <w:ind w:left="75"/>
        <w:jc w:val="both"/>
      </w:pPr>
      <w:r w:rsidRPr="00E86BF4">
        <w:t xml:space="preserve">di seguito i titoli culturali e professionali relativi all’avviso di selezione della figura di </w:t>
      </w:r>
      <w:r>
        <w:t xml:space="preserve"> Amministratore di Sistema</w:t>
      </w:r>
      <w:r w:rsidRPr="00E86BF4">
        <w:t>:</w:t>
      </w:r>
    </w:p>
    <w:p w:rsidR="00A50D77" w:rsidRDefault="00A50D77" w:rsidP="00BD16C1">
      <w:pPr>
        <w:pStyle w:val="ListParagraph"/>
        <w:ind w:left="75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63"/>
        <w:gridCol w:w="1063"/>
        <w:gridCol w:w="1063"/>
        <w:gridCol w:w="1843"/>
      </w:tblGrid>
      <w:tr w:rsidR="00A50D77" w:rsidRPr="00BD16C1" w:rsidTr="0067602B">
        <w:trPr>
          <w:trHeight w:val="660"/>
        </w:trPr>
        <w:tc>
          <w:tcPr>
            <w:tcW w:w="6663" w:type="dxa"/>
            <w:vMerge w:val="restart"/>
            <w:tcBorders>
              <w:top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BD16C1">
              <w:rPr>
                <w:b/>
                <w:bCs/>
                <w:sz w:val="20"/>
                <w:szCs w:val="20"/>
                <w:lang w:eastAsia="ar-SA"/>
              </w:rPr>
              <w:t>Titoli di studio. Specializzazioni, corsi post laurea/diploma e titoli specifici – max 30 punti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BD16C1">
              <w:rPr>
                <w:b/>
                <w:sz w:val="20"/>
                <w:szCs w:val="20"/>
              </w:rPr>
              <w:t xml:space="preserve">Punti </w:t>
            </w:r>
          </w:p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BD16C1">
              <w:rPr>
                <w:b/>
                <w:sz w:val="20"/>
                <w:szCs w:val="20"/>
              </w:rPr>
              <w:t>(da compilare a cura del candidato)</w:t>
            </w:r>
          </w:p>
        </w:tc>
        <w:tc>
          <w:tcPr>
            <w:tcW w:w="1843" w:type="dxa"/>
            <w:tcBorders>
              <w:top w:val="single" w:sz="2" w:space="0" w:color="auto"/>
              <w:right w:val="single" w:sz="2" w:space="0" w:color="auto"/>
            </w:tcBorders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BD16C1">
              <w:rPr>
                <w:b/>
                <w:sz w:val="20"/>
                <w:szCs w:val="20"/>
              </w:rPr>
              <w:t xml:space="preserve"> Punti</w:t>
            </w:r>
          </w:p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BD16C1">
              <w:rPr>
                <w:b/>
                <w:sz w:val="20"/>
                <w:szCs w:val="20"/>
              </w:rPr>
              <w:t>(riservato alla Dirigente)</w:t>
            </w:r>
          </w:p>
        </w:tc>
      </w:tr>
      <w:tr w:rsidR="00A50D77" w:rsidRPr="004D40B3" w:rsidTr="0067602B">
        <w:tc>
          <w:tcPr>
            <w:tcW w:w="6663" w:type="dxa"/>
            <w:vMerge/>
          </w:tcPr>
          <w:p w:rsidR="00A50D77" w:rsidRPr="004D40B3" w:rsidRDefault="00A50D77" w:rsidP="00330AEA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063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A50D77" w:rsidRPr="004D40B3" w:rsidRDefault="00A50D77" w:rsidP="00E86BF4">
            <w:pPr>
              <w:tabs>
                <w:tab w:val="right" w:pos="567"/>
              </w:tabs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4D40B3">
              <w:rPr>
                <w:rFonts w:ascii="Calibri" w:hAnsi="Calibri"/>
                <w:b/>
                <w:sz w:val="18"/>
                <w:szCs w:val="18"/>
              </w:rPr>
              <w:t>Numero</w:t>
            </w:r>
          </w:p>
        </w:tc>
        <w:tc>
          <w:tcPr>
            <w:tcW w:w="1063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A50D77" w:rsidRPr="004D40B3" w:rsidRDefault="00A50D77" w:rsidP="00E86BF4">
            <w:pPr>
              <w:tabs>
                <w:tab w:val="right" w:pos="567"/>
              </w:tabs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4D40B3">
              <w:rPr>
                <w:rFonts w:ascii="Calibri" w:hAnsi="Calibri"/>
                <w:b/>
                <w:sz w:val="18"/>
                <w:szCs w:val="18"/>
              </w:rPr>
              <w:t>Punti</w:t>
            </w:r>
          </w:p>
        </w:tc>
        <w:tc>
          <w:tcPr>
            <w:tcW w:w="1843" w:type="dxa"/>
            <w:tcBorders>
              <w:top w:val="single" w:sz="2" w:space="0" w:color="auto"/>
              <w:right w:val="single" w:sz="2" w:space="0" w:color="auto"/>
            </w:tcBorders>
          </w:tcPr>
          <w:p w:rsidR="00A50D77" w:rsidRPr="004D40B3" w:rsidRDefault="00A50D77" w:rsidP="002D3295">
            <w:pPr>
              <w:pStyle w:val="ListParagraph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A50D77" w:rsidRPr="00BD16C1" w:rsidTr="00E24260">
        <w:tc>
          <w:tcPr>
            <w:tcW w:w="6663" w:type="dxa"/>
            <w:tcBorders>
              <w:top w:val="single" w:sz="2" w:space="0" w:color="auto"/>
            </w:tcBorders>
            <w:vAlign w:val="center"/>
          </w:tcPr>
          <w:p w:rsidR="00A50D77" w:rsidRPr="00BD16C1" w:rsidRDefault="00A50D77" w:rsidP="000F3574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BD16C1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Diploma di Scuola secondaria di 2° grado in settore attinente</w:t>
            </w:r>
          </w:p>
        </w:tc>
        <w:tc>
          <w:tcPr>
            <w:tcW w:w="1063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right w:val="single" w:sz="2" w:space="0" w:color="auto"/>
            </w:tcBorders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A50D77" w:rsidRPr="00BD16C1" w:rsidTr="00E24260">
        <w:tc>
          <w:tcPr>
            <w:tcW w:w="6663" w:type="dxa"/>
            <w:vAlign w:val="center"/>
          </w:tcPr>
          <w:p w:rsidR="00A50D77" w:rsidRPr="00BD16C1" w:rsidRDefault="00A50D77" w:rsidP="000F3574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BD16C1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Un qualunque diploma di istruzione secondaria di II grado accompagnato da titoli specifici in ambito ICT</w:t>
            </w: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A50D77" w:rsidRPr="00BD16C1" w:rsidTr="00E24260">
        <w:trPr>
          <w:trHeight w:val="315"/>
        </w:trPr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A50D77" w:rsidRPr="00BD16C1" w:rsidRDefault="00A50D77" w:rsidP="000F3574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BD16C1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Laurea triennale specifica attinente al progetto</w:t>
            </w:r>
          </w:p>
        </w:tc>
        <w:tc>
          <w:tcPr>
            <w:tcW w:w="1063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tabs>
                <w:tab w:val="right" w:pos="567"/>
              </w:tabs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tabs>
                <w:tab w:val="right" w:pos="567"/>
              </w:tabs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2" w:space="0" w:color="auto"/>
            </w:tcBorders>
          </w:tcPr>
          <w:p w:rsidR="00A50D77" w:rsidRPr="00BD16C1" w:rsidRDefault="00A50D77" w:rsidP="009B4B9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50D77" w:rsidRPr="00BD16C1" w:rsidTr="00E24260">
        <w:tc>
          <w:tcPr>
            <w:tcW w:w="6663" w:type="dxa"/>
            <w:vAlign w:val="center"/>
          </w:tcPr>
          <w:p w:rsidR="00A50D77" w:rsidRPr="00BD16C1" w:rsidRDefault="00A50D77" w:rsidP="000F3574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BD16C1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 xml:space="preserve">Laurea magistrale o quadriennale vecchio ordinamento, ovvero la corrispondente classe di laurea specialistica di cui al nuovo ordinamento, specifica e attinente al progetto </w:t>
            </w:r>
          </w:p>
          <w:p w:rsidR="00A50D77" w:rsidRPr="00BD16C1" w:rsidRDefault="00A50D77" w:rsidP="000F3574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A50D77" w:rsidRPr="00BD16C1" w:rsidTr="00E24260">
        <w:tc>
          <w:tcPr>
            <w:tcW w:w="6663" w:type="dxa"/>
            <w:vAlign w:val="center"/>
          </w:tcPr>
          <w:p w:rsidR="00A50D77" w:rsidRPr="00BD16C1" w:rsidRDefault="00A50D77" w:rsidP="000F3574">
            <w:pPr>
              <w:suppressLineNumbers/>
              <w:suppressAutoHyphens/>
              <w:snapToGri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BD16C1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Corsi post laurea attinenti al bando</w:t>
            </w: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A50D77" w:rsidRPr="00BD16C1" w:rsidTr="00E24260">
        <w:tc>
          <w:tcPr>
            <w:tcW w:w="6663" w:type="dxa"/>
            <w:vAlign w:val="center"/>
          </w:tcPr>
          <w:p w:rsidR="00A50D77" w:rsidRPr="00BD16C1" w:rsidRDefault="00A50D77" w:rsidP="000F3574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BD16C1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Corsi post diploma professionalizzanti</w:t>
            </w: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A50D77" w:rsidRPr="00BD16C1" w:rsidTr="00E24260">
        <w:tc>
          <w:tcPr>
            <w:tcW w:w="6663" w:type="dxa"/>
            <w:vAlign w:val="center"/>
          </w:tcPr>
          <w:p w:rsidR="00A50D77" w:rsidRPr="00BD16C1" w:rsidRDefault="00A50D77" w:rsidP="000F3574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BD16C1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Titolo specifici ICT</w:t>
            </w: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3" w:type="dxa"/>
            <w:tcBorders>
              <w:right w:val="single" w:sz="2" w:space="0" w:color="auto"/>
            </w:tcBorders>
            <w:vAlign w:val="center"/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A50D77" w:rsidRPr="00BD16C1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A50D77" w:rsidRPr="00034E37" w:rsidTr="002D3295">
        <w:tc>
          <w:tcPr>
            <w:tcW w:w="6663" w:type="dxa"/>
            <w:tcBorders>
              <w:bottom w:val="single" w:sz="2" w:space="0" w:color="auto"/>
              <w:right w:val="single" w:sz="2" w:space="0" w:color="auto"/>
            </w:tcBorders>
          </w:tcPr>
          <w:p w:rsidR="00A50D77" w:rsidRPr="00E86BF4" w:rsidRDefault="00A50D77" w:rsidP="002D3295">
            <w:pPr>
              <w:pStyle w:val="ListParagraph"/>
              <w:tabs>
                <w:tab w:val="right" w:pos="567"/>
              </w:tabs>
              <w:jc w:val="center"/>
              <w:rPr>
                <w:b/>
              </w:rPr>
            </w:pPr>
            <w:r w:rsidRPr="00E86BF4">
              <w:rPr>
                <w:b/>
                <w:caps/>
              </w:rPr>
              <w:t xml:space="preserve">Totale 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50D77" w:rsidRPr="002D3295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0D77" w:rsidRPr="002D3295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50D77" w:rsidRDefault="00A50D77" w:rsidP="006D6F9B">
      <w:pPr>
        <w:jc w:val="both"/>
        <w:rPr>
          <w:rFonts w:ascii="Verdana" w:hAnsi="Verdana" w:cs="Verdana"/>
          <w:b/>
          <w:sz w:val="20"/>
          <w:szCs w:val="20"/>
        </w:rPr>
      </w:pPr>
    </w:p>
    <w:p w:rsidR="00A50D77" w:rsidRPr="00D40CA9" w:rsidRDefault="00A50D77" w:rsidP="006D6F9B">
      <w:pPr>
        <w:jc w:val="both"/>
        <w:rPr>
          <w:rFonts w:ascii="Verdana" w:hAnsi="Verdana"/>
          <w:sz w:val="20"/>
          <w:szCs w:val="20"/>
        </w:rPr>
      </w:pP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87"/>
        <w:gridCol w:w="1080"/>
        <w:gridCol w:w="1080"/>
        <w:gridCol w:w="1785"/>
      </w:tblGrid>
      <w:tr w:rsidR="00A50D77" w:rsidRPr="000874E0" w:rsidTr="00BD16C1">
        <w:trPr>
          <w:trHeight w:val="840"/>
        </w:trPr>
        <w:tc>
          <w:tcPr>
            <w:tcW w:w="6687" w:type="dxa"/>
            <w:vMerge w:val="restart"/>
            <w:tcBorders>
              <w:top w:val="single" w:sz="2" w:space="0" w:color="auto"/>
            </w:tcBorders>
            <w:vAlign w:val="center"/>
          </w:tcPr>
          <w:p w:rsidR="00A50D77" w:rsidRPr="002D3295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93997">
              <w:rPr>
                <w:b/>
                <w:bCs/>
                <w:sz w:val="20"/>
                <w:szCs w:val="20"/>
                <w:lang w:eastAsia="ar-SA"/>
              </w:rPr>
              <w:t xml:space="preserve">Attività professionali coerenti con l’area progettuale specifica – </w:t>
            </w:r>
            <w:r>
              <w:rPr>
                <w:b/>
                <w:bCs/>
                <w:sz w:val="20"/>
                <w:szCs w:val="20"/>
                <w:lang w:eastAsia="ar-SA"/>
              </w:rPr>
              <w:t>M</w:t>
            </w:r>
            <w:r w:rsidRPr="00693997">
              <w:rPr>
                <w:b/>
                <w:bCs/>
                <w:sz w:val="20"/>
                <w:szCs w:val="20"/>
                <w:lang w:eastAsia="ar-SA"/>
              </w:rPr>
              <w:t xml:space="preserve">ax </w:t>
            </w:r>
            <w:r>
              <w:rPr>
                <w:b/>
                <w:bCs/>
                <w:sz w:val="20"/>
                <w:szCs w:val="20"/>
                <w:lang w:eastAsia="ar-SA"/>
              </w:rPr>
              <w:t>12</w:t>
            </w:r>
            <w:r w:rsidRPr="00693997">
              <w:rPr>
                <w:b/>
                <w:bCs/>
                <w:sz w:val="20"/>
                <w:szCs w:val="20"/>
                <w:lang w:eastAsia="ar-SA"/>
              </w:rPr>
              <w:t xml:space="preserve"> punti</w:t>
            </w:r>
          </w:p>
        </w:tc>
        <w:tc>
          <w:tcPr>
            <w:tcW w:w="2160" w:type="dxa"/>
            <w:gridSpan w:val="2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50D77" w:rsidRPr="00E86BF4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 xml:space="preserve">Punti </w:t>
            </w:r>
          </w:p>
          <w:p w:rsidR="00A50D77" w:rsidRPr="00E86BF4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>(da compilare a cura del candidato)</w:t>
            </w:r>
          </w:p>
        </w:tc>
        <w:tc>
          <w:tcPr>
            <w:tcW w:w="1785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A50D77" w:rsidRPr="00E86BF4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 xml:space="preserve"> Punti</w:t>
            </w:r>
          </w:p>
          <w:p w:rsidR="00A50D77" w:rsidRPr="00E86BF4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>(riservato alla Dirigente)</w:t>
            </w:r>
          </w:p>
        </w:tc>
      </w:tr>
      <w:tr w:rsidR="00A50D77" w:rsidRPr="00034E37" w:rsidTr="00BD16C1">
        <w:trPr>
          <w:trHeight w:val="70"/>
        </w:trPr>
        <w:tc>
          <w:tcPr>
            <w:tcW w:w="6687" w:type="dxa"/>
            <w:vMerge/>
            <w:vAlign w:val="center"/>
          </w:tcPr>
          <w:p w:rsidR="00A50D77" w:rsidRPr="002D3295" w:rsidRDefault="00A50D77" w:rsidP="002D3295">
            <w:pPr>
              <w:pStyle w:val="ListParagraph"/>
              <w:numPr>
                <w:ilvl w:val="0"/>
                <w:numId w:val="1"/>
              </w:numPr>
              <w:tabs>
                <w:tab w:val="right" w:pos="567"/>
              </w:tabs>
              <w:spacing w:after="0" w:line="240" w:lineRule="auto"/>
              <w:jc w:val="center"/>
              <w:rPr>
                <w:rFonts w:ascii="Verdana" w:hAnsi="Verdana"/>
                <w:b/>
                <w:cap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0D77" w:rsidRPr="00E86BF4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>Numero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A50D77" w:rsidRPr="00E86BF4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E86BF4">
              <w:rPr>
                <w:b/>
                <w:sz w:val="20"/>
                <w:szCs w:val="20"/>
              </w:rPr>
              <w:t>Punti</w:t>
            </w:r>
          </w:p>
        </w:tc>
        <w:tc>
          <w:tcPr>
            <w:tcW w:w="1785" w:type="dxa"/>
            <w:vMerge/>
            <w:tcBorders>
              <w:right w:val="single" w:sz="2" w:space="0" w:color="auto"/>
            </w:tcBorders>
          </w:tcPr>
          <w:p w:rsidR="00A50D77" w:rsidRPr="00E86BF4" w:rsidRDefault="00A50D77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A50D77" w:rsidRPr="00034E37" w:rsidTr="004417D7">
        <w:tc>
          <w:tcPr>
            <w:tcW w:w="6687" w:type="dxa"/>
            <w:tcBorders>
              <w:top w:val="single" w:sz="2" w:space="0" w:color="auto"/>
            </w:tcBorders>
            <w:vAlign w:val="center"/>
          </w:tcPr>
          <w:p w:rsidR="00A50D77" w:rsidRPr="00BD16C1" w:rsidRDefault="00A50D77" w:rsidP="000F3574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BD16C1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Esperienza nelle scuole</w:t>
            </w:r>
          </w:p>
        </w:tc>
        <w:tc>
          <w:tcPr>
            <w:tcW w:w="1080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A50D77" w:rsidRPr="00E86BF4" w:rsidRDefault="00A50D77" w:rsidP="002D3295">
            <w:pPr>
              <w:pStyle w:val="ListParagraph"/>
              <w:tabs>
                <w:tab w:val="right" w:pos="567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A50D77" w:rsidRPr="00E86BF4" w:rsidRDefault="00A50D77" w:rsidP="002D3295">
            <w:pPr>
              <w:pStyle w:val="ListParagraph"/>
              <w:tabs>
                <w:tab w:val="right" w:pos="567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2" w:space="0" w:color="auto"/>
              <w:right w:val="single" w:sz="2" w:space="0" w:color="auto"/>
            </w:tcBorders>
          </w:tcPr>
          <w:p w:rsidR="00A50D77" w:rsidRPr="00E86BF4" w:rsidRDefault="00A50D77" w:rsidP="002D3295">
            <w:pPr>
              <w:pStyle w:val="ListParagraph"/>
              <w:tabs>
                <w:tab w:val="right" w:pos="567"/>
              </w:tabs>
              <w:rPr>
                <w:b/>
                <w:sz w:val="20"/>
                <w:szCs w:val="20"/>
              </w:rPr>
            </w:pPr>
          </w:p>
        </w:tc>
      </w:tr>
      <w:tr w:rsidR="00A50D77" w:rsidRPr="00034E37" w:rsidTr="004417D7">
        <w:tc>
          <w:tcPr>
            <w:tcW w:w="6687" w:type="dxa"/>
            <w:vAlign w:val="center"/>
          </w:tcPr>
          <w:p w:rsidR="00A50D77" w:rsidRPr="00BD16C1" w:rsidRDefault="00A50D77" w:rsidP="000F3574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BD16C1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Esperienza in altre realtà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A50D77" w:rsidRPr="002D3295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A50D77" w:rsidRPr="002D3295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5" w:type="dxa"/>
            <w:tcBorders>
              <w:right w:val="single" w:sz="2" w:space="0" w:color="auto"/>
            </w:tcBorders>
          </w:tcPr>
          <w:p w:rsidR="00A50D77" w:rsidRPr="002D3295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A50D77" w:rsidRPr="00034E37" w:rsidTr="004417D7">
        <w:tc>
          <w:tcPr>
            <w:tcW w:w="6687" w:type="dxa"/>
            <w:vAlign w:val="center"/>
          </w:tcPr>
          <w:p w:rsidR="00A50D77" w:rsidRPr="00BD16C1" w:rsidRDefault="00A50D77" w:rsidP="000F3574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</w:pPr>
            <w:r w:rsidRPr="00BD16C1">
              <w:rPr>
                <w:rFonts w:ascii="Calibri" w:hAnsi="Calibri"/>
                <w:i/>
                <w:iCs/>
                <w:sz w:val="20"/>
                <w:szCs w:val="20"/>
                <w:lang w:eastAsia="ar-SA"/>
              </w:rPr>
              <w:t>Esperienze di progettazione, direzione lavori o collaudi di infrastrutture informatiche complesse  LAN e WLAN, PON-POR, CM282, PSTD, CM114, CM152,o Similari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A50D77" w:rsidRPr="002D3295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A50D77" w:rsidRPr="002D3295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5" w:type="dxa"/>
            <w:tcBorders>
              <w:right w:val="single" w:sz="2" w:space="0" w:color="auto"/>
            </w:tcBorders>
          </w:tcPr>
          <w:p w:rsidR="00A50D77" w:rsidRPr="002D3295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A50D77" w:rsidRPr="00034E37" w:rsidTr="00A438FB">
        <w:tc>
          <w:tcPr>
            <w:tcW w:w="6687" w:type="dxa"/>
            <w:tcBorders>
              <w:bottom w:val="single" w:sz="2" w:space="0" w:color="auto"/>
              <w:right w:val="single" w:sz="2" w:space="0" w:color="auto"/>
            </w:tcBorders>
          </w:tcPr>
          <w:p w:rsidR="00A50D77" w:rsidRPr="00E86BF4" w:rsidRDefault="00A50D77" w:rsidP="00E86BF4">
            <w:pPr>
              <w:pStyle w:val="ListParagraph"/>
              <w:tabs>
                <w:tab w:val="right" w:pos="567"/>
              </w:tabs>
              <w:jc w:val="center"/>
            </w:pPr>
            <w:r w:rsidRPr="00E86BF4">
              <w:rPr>
                <w:b/>
                <w:bCs/>
              </w:rPr>
              <w:t>TOTALE</w:t>
            </w: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50D77" w:rsidRPr="002D3295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0D77" w:rsidRPr="002D3295" w:rsidRDefault="00A50D77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50D77" w:rsidRDefault="00A50D77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A50D77" w:rsidRDefault="00A50D77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A50D77" w:rsidRDefault="00A50D77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A50D77" w:rsidRDefault="00A50D77" w:rsidP="00233DEB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_________, lì </w:t>
      </w:r>
      <w:r>
        <w:rPr>
          <w:rFonts w:ascii="Verdana" w:hAnsi="Verdana"/>
          <w:b/>
          <w:bCs/>
          <w:sz w:val="20"/>
          <w:szCs w:val="20"/>
        </w:rPr>
        <w:t>____/____/______</w:t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  <w:t xml:space="preserve">  </w:t>
      </w:r>
      <w:r w:rsidRPr="00034E37">
        <w:rPr>
          <w:rFonts w:ascii="Verdana" w:hAnsi="Verdana"/>
          <w:b/>
          <w:bCs/>
          <w:sz w:val="20"/>
          <w:szCs w:val="20"/>
        </w:rPr>
        <w:t xml:space="preserve"> </w:t>
      </w:r>
    </w:p>
    <w:p w:rsidR="00A50D77" w:rsidRDefault="00A50D77" w:rsidP="00A438FB">
      <w:pPr>
        <w:autoSpaceDE w:val="0"/>
        <w:autoSpaceDN w:val="0"/>
        <w:adjustRightInd w:val="0"/>
        <w:ind w:right="458" w:firstLine="708"/>
        <w:jc w:val="center"/>
        <w:rPr>
          <w:rFonts w:ascii="Verdana" w:hAnsi="Verdana"/>
          <w:bCs/>
          <w:sz w:val="20"/>
          <w:szCs w:val="20"/>
        </w:rPr>
      </w:pPr>
    </w:p>
    <w:p w:rsidR="00A50D77" w:rsidRDefault="00A50D77" w:rsidP="00A438FB">
      <w:pPr>
        <w:autoSpaceDE w:val="0"/>
        <w:autoSpaceDN w:val="0"/>
        <w:adjustRightInd w:val="0"/>
        <w:ind w:right="458" w:firstLine="708"/>
        <w:jc w:val="center"/>
        <w:rPr>
          <w:rFonts w:ascii="Verdana" w:hAnsi="Verdana"/>
          <w:bCs/>
          <w:sz w:val="20"/>
          <w:szCs w:val="20"/>
        </w:rPr>
      </w:pPr>
    </w:p>
    <w:p w:rsidR="00A50D77" w:rsidRPr="00A438FB" w:rsidRDefault="00A50D77" w:rsidP="00A438FB">
      <w:pPr>
        <w:autoSpaceDE w:val="0"/>
        <w:autoSpaceDN w:val="0"/>
        <w:adjustRightInd w:val="0"/>
        <w:ind w:right="458" w:firstLine="708"/>
        <w:jc w:val="right"/>
        <w:rPr>
          <w:rFonts w:ascii="Calibri" w:hAnsi="Calibri"/>
        </w:rPr>
      </w:pPr>
      <w:r w:rsidRPr="00A438FB">
        <w:rPr>
          <w:rFonts w:ascii="Calibri" w:hAnsi="Calibri"/>
          <w:bCs/>
        </w:rPr>
        <w:t>Firma</w:t>
      </w:r>
      <w:r>
        <w:rPr>
          <w:rFonts w:ascii="Calibri" w:hAnsi="Calibri"/>
          <w:bCs/>
        </w:rPr>
        <w:t xml:space="preserve"> ____________________________________</w:t>
      </w:r>
    </w:p>
    <w:sectPr w:rsidR="00A50D77" w:rsidRPr="00A438FB" w:rsidSect="00BD16C1">
      <w:pgSz w:w="11906" w:h="16838"/>
      <w:pgMar w:top="1247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08B6"/>
    <w:multiLevelType w:val="hybridMultilevel"/>
    <w:tmpl w:val="D66A1AD8"/>
    <w:lvl w:ilvl="0" w:tplc="B82E306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F4E4F"/>
    <w:multiLevelType w:val="hybridMultilevel"/>
    <w:tmpl w:val="C69E3E12"/>
    <w:lvl w:ilvl="0" w:tplc="0410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1775E93"/>
    <w:multiLevelType w:val="hybridMultilevel"/>
    <w:tmpl w:val="79EE1FF6"/>
    <w:lvl w:ilvl="0" w:tplc="4D0638CC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">
    <w:nsid w:val="75382F03"/>
    <w:multiLevelType w:val="hybridMultilevel"/>
    <w:tmpl w:val="6914B21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5FE"/>
    <w:rsid w:val="00034E37"/>
    <w:rsid w:val="00073D0D"/>
    <w:rsid w:val="000874E0"/>
    <w:rsid w:val="000D2AF6"/>
    <w:rsid w:val="000F3574"/>
    <w:rsid w:val="000F6EEE"/>
    <w:rsid w:val="001054C0"/>
    <w:rsid w:val="001276DA"/>
    <w:rsid w:val="00155FEE"/>
    <w:rsid w:val="001F6E92"/>
    <w:rsid w:val="00213186"/>
    <w:rsid w:val="00233DEB"/>
    <w:rsid w:val="00234C43"/>
    <w:rsid w:val="002B34B5"/>
    <w:rsid w:val="002D0222"/>
    <w:rsid w:val="002D3295"/>
    <w:rsid w:val="002D3C4A"/>
    <w:rsid w:val="002F257A"/>
    <w:rsid w:val="002F3803"/>
    <w:rsid w:val="00330AEA"/>
    <w:rsid w:val="003535A5"/>
    <w:rsid w:val="003842EE"/>
    <w:rsid w:val="00390453"/>
    <w:rsid w:val="003D2D12"/>
    <w:rsid w:val="003F703D"/>
    <w:rsid w:val="00430098"/>
    <w:rsid w:val="00430765"/>
    <w:rsid w:val="004417D7"/>
    <w:rsid w:val="00484BD4"/>
    <w:rsid w:val="004910C5"/>
    <w:rsid w:val="004970E2"/>
    <w:rsid w:val="004A09AD"/>
    <w:rsid w:val="004D40B3"/>
    <w:rsid w:val="004D65B8"/>
    <w:rsid w:val="00500ECE"/>
    <w:rsid w:val="00550D1C"/>
    <w:rsid w:val="005852F4"/>
    <w:rsid w:val="005D1352"/>
    <w:rsid w:val="005E3232"/>
    <w:rsid w:val="0067602B"/>
    <w:rsid w:val="00692D10"/>
    <w:rsid w:val="00693997"/>
    <w:rsid w:val="006D6F9B"/>
    <w:rsid w:val="0077429E"/>
    <w:rsid w:val="008129E5"/>
    <w:rsid w:val="00814F55"/>
    <w:rsid w:val="0086184C"/>
    <w:rsid w:val="00862D71"/>
    <w:rsid w:val="008E3B17"/>
    <w:rsid w:val="008E61FD"/>
    <w:rsid w:val="00907EDD"/>
    <w:rsid w:val="00946CBE"/>
    <w:rsid w:val="00966266"/>
    <w:rsid w:val="00972BBE"/>
    <w:rsid w:val="009B1C4F"/>
    <w:rsid w:val="009B4B91"/>
    <w:rsid w:val="009E531B"/>
    <w:rsid w:val="00A17F01"/>
    <w:rsid w:val="00A438FB"/>
    <w:rsid w:val="00A50D77"/>
    <w:rsid w:val="00AA44D5"/>
    <w:rsid w:val="00B271BC"/>
    <w:rsid w:val="00B80104"/>
    <w:rsid w:val="00BD16C1"/>
    <w:rsid w:val="00BE4A6F"/>
    <w:rsid w:val="00C23A50"/>
    <w:rsid w:val="00C26ED1"/>
    <w:rsid w:val="00C7568E"/>
    <w:rsid w:val="00C8372E"/>
    <w:rsid w:val="00C928B4"/>
    <w:rsid w:val="00CB0816"/>
    <w:rsid w:val="00CB3D3E"/>
    <w:rsid w:val="00CC74F6"/>
    <w:rsid w:val="00D06AD7"/>
    <w:rsid w:val="00D23685"/>
    <w:rsid w:val="00D40CA9"/>
    <w:rsid w:val="00D535FE"/>
    <w:rsid w:val="00D67DBD"/>
    <w:rsid w:val="00D75F1D"/>
    <w:rsid w:val="00D778C6"/>
    <w:rsid w:val="00DB3A72"/>
    <w:rsid w:val="00DD4320"/>
    <w:rsid w:val="00E24260"/>
    <w:rsid w:val="00E27FF9"/>
    <w:rsid w:val="00E32222"/>
    <w:rsid w:val="00E86BF4"/>
    <w:rsid w:val="00EC5968"/>
    <w:rsid w:val="00ED61B4"/>
    <w:rsid w:val="00F84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FF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7F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E27FF9"/>
    <w:pPr>
      <w:widowControl w:val="0"/>
      <w:ind w:left="112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27FF9"/>
    <w:rPr>
      <w:rFonts w:ascii="Calibri" w:hAnsi="Calibri" w:cs="Times New Roman"/>
      <w:lang w:val="en-US"/>
    </w:rPr>
  </w:style>
  <w:style w:type="table" w:styleId="TableGrid">
    <w:name w:val="Table Grid"/>
    <w:basedOn w:val="TableNormal"/>
    <w:uiPriority w:val="99"/>
    <w:rsid w:val="00E27FF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27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"/>
    <w:uiPriority w:val="99"/>
    <w:rsid w:val="00CC74F6"/>
    <w:pPr>
      <w:suppressAutoHyphens/>
      <w:ind w:left="720"/>
      <w:contextualSpacing/>
    </w:pPr>
    <w:rPr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2</Pages>
  <Words>303</Words>
  <Characters>1732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Preside</dc:creator>
  <cp:keywords/>
  <dc:description/>
  <cp:lastModifiedBy>user</cp:lastModifiedBy>
  <cp:revision>10</cp:revision>
  <cp:lastPrinted>2019-12-04T08:26:00Z</cp:lastPrinted>
  <dcterms:created xsi:type="dcterms:W3CDTF">2021-01-03T15:26:00Z</dcterms:created>
  <dcterms:modified xsi:type="dcterms:W3CDTF">2021-01-04T19:06:00Z</dcterms:modified>
</cp:coreProperties>
</file>