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27" w:rsidRPr="00165183" w:rsidRDefault="003C6C27" w:rsidP="00B908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165183">
        <w:rPr>
          <w:rFonts w:ascii="Verdana" w:hAnsi="Verdana"/>
          <w:b/>
          <w:i/>
          <w:sz w:val="20"/>
          <w:szCs w:val="20"/>
        </w:rPr>
        <w:t>Allegato 2: Curriculum vitae in formato europeo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DD39C2">
        <w:rPr>
          <w:rFonts w:ascii="Verdana" w:hAnsi="Verdana"/>
          <w:b/>
          <w:i/>
          <w:sz w:val="20"/>
          <w:szCs w:val="20"/>
          <w:u w:val="single"/>
        </w:rPr>
        <w:t xml:space="preserve">(evidenziare </w:t>
      </w:r>
      <w:r>
        <w:rPr>
          <w:rFonts w:ascii="Verdana" w:hAnsi="Verdana"/>
          <w:b/>
          <w:i/>
          <w:sz w:val="20"/>
          <w:szCs w:val="20"/>
          <w:u w:val="single"/>
        </w:rPr>
        <w:t xml:space="preserve">i </w:t>
      </w:r>
      <w:r w:rsidRPr="00DD39C2">
        <w:rPr>
          <w:rFonts w:ascii="Verdana" w:hAnsi="Verdana"/>
          <w:b/>
          <w:i/>
          <w:sz w:val="20"/>
          <w:szCs w:val="20"/>
          <w:u w:val="single"/>
        </w:rPr>
        <w:t>titoli di pertinenza)</w:t>
      </w:r>
    </w:p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  <w:r>
        <w:rPr>
          <w:noProof/>
        </w:rPr>
        <w:pict>
          <v:line id="Connettore diritto 3" o:spid="_x0000_s1026" style="position:absolute;z-index:251657728;visibility:visible;mso-position-horizontal-relative:page;mso-position-vertical-relative:page" from="202.75pt,111.85pt" to="202.75pt,8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" o:allowincell="f">
            <w10:wrap anchorx="page" anchory="page"/>
          </v:line>
        </w:pi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b/>
                <w:smallCaps/>
                <w:spacing w:val="40"/>
                <w:sz w:val="20"/>
                <w:szCs w:val="20"/>
                <w:lang w:eastAsia="ko-KR"/>
              </w:rPr>
            </w:pPr>
            <w:r>
              <w:rPr>
                <w:noProof/>
              </w:rPr>
              <w:pict>
                <v:line id="Connettore diritto 4" o:spid="_x0000_s1027" style="position:absolute;left:0;text-align:left;z-index:251656704;visibility:visible;mso-position-horizontal-relative:page;mso-position-vertical-relative:page" from="150.75pt,10.45pt" to="150.75pt,7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">
                  <w10:wrap anchorx="page" anchory="page"/>
                </v:line>
              </w:pict>
            </w:r>
            <w:r w:rsidRPr="00DA5EDA">
              <w:rPr>
                <w:rFonts w:ascii="Arial Narrow" w:hAnsi="Arial Narrow"/>
                <w:b/>
                <w:smallCaps/>
                <w:spacing w:val="40"/>
                <w:sz w:val="26"/>
                <w:szCs w:val="20"/>
                <w:lang w:eastAsia="ko-KR"/>
              </w:rPr>
              <w:t>Formato europeo per il curriculum vitae</w:t>
            </w:r>
          </w:p>
          <w:p w:rsidR="003C6C27" w:rsidRPr="00DA5EDA" w:rsidRDefault="003C6C27" w:rsidP="00291723">
            <w:pPr>
              <w:widowControl w:val="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C6C27" w:rsidRPr="00DA5EDA" w:rsidRDefault="003C6C27" w:rsidP="00291723">
            <w:pPr>
              <w:widowControl w:val="0"/>
              <w:jc w:val="right"/>
              <w:rPr>
                <w:rFonts w:ascii="Arial Narrow" w:hAnsi="Arial Narrow"/>
                <w:sz w:val="16"/>
                <w:szCs w:val="20"/>
                <w:lang w:eastAsia="ko-KR"/>
              </w:rPr>
            </w:pPr>
            <w:r w:rsidRPr="002152EC">
              <w:rPr>
                <w:rFonts w:ascii="Arial Narrow" w:hAnsi="Arial Narrow"/>
                <w:noProof/>
                <w:sz w:val="16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11" style="width:28.5pt;height:19.5pt;visibility:visible">
                  <v:imagedata r:id="rId4" o:title=""/>
                </v:shape>
              </w:pic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Informazioni personali</w: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 xml:space="preserve">[Cognome, </w:t>
            </w:r>
            <w:r w:rsidRPr="00DA5EDA">
              <w:rPr>
                <w:rFonts w:ascii="Arial Narrow" w:hAnsi="Arial Narrow"/>
                <w:b/>
                <w:szCs w:val="20"/>
                <w:lang w:eastAsia="ko-KR"/>
              </w:rPr>
              <w:t xml:space="preserve">Nome, e, se pertinente, altri nomi </w:t>
            </w: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b/>
                <w:szCs w:val="20"/>
                <w:lang w:eastAsia="ko-KR"/>
              </w:rPr>
              <w:t xml:space="preserve">Numero civico, strada o piazza, codice postale, città, paese </w:t>
            </w: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40" w:after="40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</w:tbl>
    <w:p w:rsidR="003C6C27" w:rsidRPr="00DA5EDA" w:rsidRDefault="003C6C27" w:rsidP="00B908F5">
      <w:pPr>
        <w:spacing w:before="120"/>
        <w:rPr>
          <w:rFonts w:ascii="Arial Narrow" w:hAnsi="Arial Narrow"/>
          <w:sz w:val="16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C6C27" w:rsidRPr="00DA5EDA" w:rsidRDefault="003C6C27" w:rsidP="00B908F5">
      <w:pPr>
        <w:spacing w:before="20" w:after="20"/>
        <w:rPr>
          <w:rFonts w:ascii="Arial Narrow" w:hAnsi="Arial Narrow"/>
          <w:sz w:val="1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Giorno, mese, anno</w:t>
            </w: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 ]</w:t>
            </w:r>
          </w:p>
        </w:tc>
      </w:tr>
    </w:tbl>
    <w:p w:rsidR="003C6C27" w:rsidRPr="00DA5EDA" w:rsidRDefault="003C6C27" w:rsidP="00B908F5">
      <w:pPr>
        <w:spacing w:before="20" w:after="20"/>
        <w:rPr>
          <w:rFonts w:ascii="Arial Narrow" w:hAnsi="Arial Narrow"/>
          <w:sz w:val="20"/>
          <w:szCs w:val="20"/>
          <w:lang w:eastAsia="ko-KR"/>
        </w:rPr>
      </w:pPr>
    </w:p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Esperienza lavorativa</w:t>
            </w:r>
          </w:p>
        </w:tc>
      </w:tr>
    </w:tbl>
    <w:p w:rsidR="003C6C27" w:rsidRPr="00DA5EDA" w:rsidRDefault="003C6C27" w:rsidP="00B908F5">
      <w:pPr>
        <w:jc w:val="both"/>
        <w:rPr>
          <w:rFonts w:ascii="Arial Narrow" w:hAnsi="Arial Narrow"/>
          <w:sz w:val="20"/>
          <w:szCs w:val="20"/>
          <w:lang w:eastAsia="ko-KR"/>
        </w:rPr>
      </w:pPr>
      <w:r w:rsidRPr="00DA5EDA">
        <w:rPr>
          <w:rFonts w:ascii="Arial Narrow" w:hAnsi="Arial Narrow"/>
          <w:b/>
          <w:sz w:val="20"/>
          <w:szCs w:val="20"/>
          <w:lang w:eastAsia="ko-K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 xml:space="preserve">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[ Iniziare con le informazioni più recenti ed elencare separatamente ciascun impiego pertinente ricoperto. 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Istruzione e formazione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Date (da – a)</w:t>
            </w:r>
          </w:p>
          <w:p w:rsidR="003C6C27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[ Iniziare con le informazioni più recenti ed elencare separatamente ciascun corso pertinente frequentato con successo. 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Livello nella classificazione nazionale (se pertinente</w:t>
            </w:r>
            <w:r w:rsidRPr="00DA5EDA">
              <w:rPr>
                <w:rFonts w:ascii="Arial Narrow" w:hAnsi="Arial Narrow"/>
                <w:sz w:val="16"/>
                <w:szCs w:val="20"/>
                <w:lang w:eastAsia="ko-K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C6C27" w:rsidRPr="00DA5EDA" w:rsidRDefault="003C6C27" w:rsidP="00B908F5">
      <w:pPr>
        <w:rPr>
          <w:rFonts w:ascii="Arial Narrow" w:hAnsi="Arial Narrow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Capacità e competenze personali</w:t>
            </w:r>
          </w:p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Acquisite nel corso della vita e della carriera ma non necessariamente riconosciute da certificati e diplomi ufficiali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.</w: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>Indicare la madrelingua ]</w:t>
            </w:r>
          </w:p>
        </w:tc>
      </w:tr>
    </w:tbl>
    <w:p w:rsidR="003C6C27" w:rsidRPr="00DA5EDA" w:rsidRDefault="003C6C27" w:rsidP="00B908F5">
      <w:pPr>
        <w:widowControl w:val="0"/>
        <w:spacing w:before="20" w:after="20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Altre lingua</w:t>
            </w:r>
          </w:p>
        </w:tc>
      </w:tr>
    </w:tbl>
    <w:p w:rsidR="003C6C27" w:rsidRPr="00DA5EDA" w:rsidRDefault="003C6C27" w:rsidP="00B908F5">
      <w:pPr>
        <w:widowControl w:val="0"/>
        <w:spacing w:before="20" w:after="20"/>
        <w:rPr>
          <w:rFonts w:ascii="Arial Narrow" w:hAnsi="Arial Narrow"/>
          <w:sz w:val="1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>Indicare la lingua 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 xml:space="preserve"> Indicare il livello: eccellente, buono, elementare. 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20" w:after="20"/>
              <w:ind w:right="33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 xml:space="preserve"> Indicare il livello: eccellente, buono, elementare. 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widowControl w:val="0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 xml:space="preserve"> Indicare il livello: eccellente, buono, elementare. ]</w: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  <w:r>
        <w:rPr>
          <w:noProof/>
        </w:rPr>
        <w:pict>
          <v:line id="Connettore diritto 2" o:spid="_x0000_s1028" style="position:absolute;z-index:251658752;visibility:visible;mso-position-horizontal-relative:page;mso-position-vertical-relative:page" from="206.25pt,22.85pt" to="206.25pt,7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" o:allowincell="f">
            <w10:wrap anchorx="page" anchory="page"/>
          </v:line>
        </w:pi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Capacità e competenze relazionali</w:t>
            </w:r>
          </w:p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sz w:val="16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 xml:space="preserve">Capacità e competenze organizzative </w:t>
            </w:r>
            <w:r w:rsidRPr="00DA5EDA">
              <w:rPr>
                <w:sz w:val="16"/>
                <w:szCs w:val="20"/>
                <w:lang w:eastAsia="ko-KR"/>
              </w:rPr>
              <w:t xml:space="preserve"> </w:t>
            </w:r>
          </w:p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Capacità e competenze tecniche</w:t>
            </w:r>
          </w:p>
          <w:p w:rsidR="003C6C27" w:rsidRPr="00DA5EDA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Capacità e competenze artistiche</w:t>
            </w:r>
          </w:p>
          <w:p w:rsidR="003C6C27" w:rsidRPr="00DA5EDA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ind w:right="33"/>
              <w:jc w:val="right"/>
              <w:rPr>
                <w:i/>
                <w:sz w:val="16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Altre capacità e competenze</w:t>
            </w:r>
          </w:p>
          <w:p w:rsidR="003C6C27" w:rsidRPr="00DA5EDA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C6C27" w:rsidRPr="00DA5EDA" w:rsidRDefault="003C6C27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[ Inserire qui ogni altra informazione pertinente, ad esempio persone di riferimento, referenze ecc. ]</w:t>
            </w:r>
          </w:p>
        </w:tc>
      </w:tr>
    </w:tbl>
    <w:p w:rsidR="003C6C27" w:rsidRPr="00DA5EDA" w:rsidRDefault="003C6C27" w:rsidP="00B908F5">
      <w:pPr>
        <w:spacing w:before="20" w:after="20"/>
        <w:rPr>
          <w:rFonts w:ascii="Arial Narrow" w:hAnsi="Arial Narrow"/>
          <w:sz w:val="20"/>
          <w:szCs w:val="20"/>
          <w:lang w:eastAsia="ko-KR"/>
        </w:rPr>
      </w:pPr>
    </w:p>
    <w:p w:rsidR="003C6C27" w:rsidRPr="00DA5EDA" w:rsidRDefault="003C6C27" w:rsidP="00B908F5">
      <w:pPr>
        <w:spacing w:before="20" w:after="20"/>
        <w:rPr>
          <w:rFonts w:ascii="Arial Narrow" w:hAnsi="Arial Narrow"/>
          <w:sz w:val="16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C6C27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6C27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Allegati</w:t>
            </w:r>
          </w:p>
          <w:p w:rsidR="003C6C27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</w:p>
          <w:p w:rsidR="003C6C27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</w:p>
          <w:p w:rsidR="003C6C27" w:rsidRDefault="003C6C27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</w:p>
          <w:p w:rsidR="003C6C27" w:rsidRPr="00A56998" w:rsidRDefault="003C6C27" w:rsidP="00291723">
            <w:pPr>
              <w:pStyle w:val="Aaoeeu"/>
              <w:widowControl/>
              <w:tabs>
                <w:tab w:val="left" w:pos="1920"/>
                <w:tab w:val="right" w:pos="2694"/>
              </w:tabs>
              <w:spacing w:before="20" w:after="20"/>
              <w:ind w:right="33"/>
              <w:jc w:val="right"/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</w:pPr>
            <w:r w:rsidRPr="00A56998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DICHIARAZIONI FINALI</w:t>
            </w:r>
          </w:p>
          <w:p w:rsidR="003C6C27" w:rsidRPr="00DA5EDA" w:rsidRDefault="003C6C27" w:rsidP="00291723">
            <w:pPr>
              <w:keepNext/>
              <w:spacing w:before="20" w:after="20"/>
              <w:jc w:val="right"/>
              <w:rPr>
                <w:b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C6C27" w:rsidRPr="00DA5EDA" w:rsidRDefault="003C6C27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C6C27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Se del caso, enumerare gli allegati al CV. ]</w:t>
            </w:r>
          </w:p>
          <w:p w:rsidR="003C6C27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C6C27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C6C27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C6C27" w:rsidRPr="00B615D2" w:rsidRDefault="003C6C27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b/>
                <w:sz w:val="24"/>
                <w:szCs w:val="24"/>
                <w:lang w:val="it-IT"/>
              </w:rPr>
            </w:pP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Consapevole delle sanzioni penali, nel caso di dichiarazioni non veritiere, di formazione o uso di atti falsi, richiamate all’art. 76 del D.P.R. 445/2000, dichiaro che quanto sopra corrisponde a verità. Ai sensi della Legge 675/96 dichiaro, altresì, di essere informat</w:t>
            </w: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>o/</w:t>
            </w: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a che i dati personali raccolti saranno trattati, anche con strumenti informatici, esclusivamente nell’ambito del procedimento per il quale la presente dichiarazione viene resa e che a riguardo competono al</w:t>
            </w: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>/al</w:t>
            </w: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la sottoscritt</w:t>
            </w: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>o/</w:t>
            </w: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a tutti i diritti previsti all’art. 13 della medesima Legge.</w:t>
            </w:r>
          </w:p>
          <w:p w:rsidR="003C6C27" w:rsidRDefault="003C6C27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:rsidR="003C6C27" w:rsidRDefault="003C6C27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:rsidR="003C6C27" w:rsidRDefault="003C6C27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Luogo, e data</w:t>
            </w:r>
          </w:p>
          <w:p w:rsidR="003C6C27" w:rsidRDefault="003C6C27" w:rsidP="00291723">
            <w:pPr>
              <w:pStyle w:val="Eaoaeaa"/>
              <w:widowControl/>
              <w:spacing w:before="20" w:after="20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Firma</w:t>
            </w:r>
          </w:p>
          <w:p w:rsidR="003C6C27" w:rsidRDefault="003C6C27" w:rsidP="00291723">
            <w:pPr>
              <w:pStyle w:val="Eaoaeaa"/>
              <w:widowControl/>
              <w:spacing w:before="20" w:after="20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</w:p>
          <w:p w:rsidR="003C6C27" w:rsidRDefault="003C6C27" w:rsidP="00291723">
            <w:pPr>
              <w:pStyle w:val="Eaoaeaa"/>
              <w:widowControl/>
              <w:spacing w:before="20" w:after="20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_________________________</w:t>
            </w:r>
          </w:p>
          <w:p w:rsidR="003C6C27" w:rsidRPr="00DA5EDA" w:rsidRDefault="003C6C27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C6C27" w:rsidRPr="00DA5EDA" w:rsidRDefault="003C6C27" w:rsidP="00B908F5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0"/>
          <w:szCs w:val="20"/>
          <w:lang w:eastAsia="ko-KR"/>
        </w:rPr>
      </w:pPr>
    </w:p>
    <w:p w:rsidR="003C6C27" w:rsidRDefault="003C6C27" w:rsidP="00B908F5">
      <w:pPr>
        <w:widowControl w:val="0"/>
        <w:autoSpaceDE w:val="0"/>
        <w:autoSpaceDN w:val="0"/>
        <w:adjustRightInd w:val="0"/>
        <w:spacing w:line="360" w:lineRule="auto"/>
      </w:pPr>
    </w:p>
    <w:p w:rsidR="003C6C27" w:rsidRDefault="003C6C27"/>
    <w:sectPr w:rsidR="003C6C27" w:rsidSect="00C167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B19"/>
    <w:rsid w:val="0004415F"/>
    <w:rsid w:val="000603DD"/>
    <w:rsid w:val="00165183"/>
    <w:rsid w:val="001C5B19"/>
    <w:rsid w:val="002152EC"/>
    <w:rsid w:val="00243BFE"/>
    <w:rsid w:val="00291723"/>
    <w:rsid w:val="00380B36"/>
    <w:rsid w:val="003C6C27"/>
    <w:rsid w:val="0050665F"/>
    <w:rsid w:val="0056385C"/>
    <w:rsid w:val="0066112F"/>
    <w:rsid w:val="00685108"/>
    <w:rsid w:val="0074489D"/>
    <w:rsid w:val="00761B94"/>
    <w:rsid w:val="007B3011"/>
    <w:rsid w:val="0093544C"/>
    <w:rsid w:val="009668D9"/>
    <w:rsid w:val="00A56998"/>
    <w:rsid w:val="00B615D2"/>
    <w:rsid w:val="00B908F5"/>
    <w:rsid w:val="00BF28A1"/>
    <w:rsid w:val="00BF3430"/>
    <w:rsid w:val="00C16795"/>
    <w:rsid w:val="00C26ED1"/>
    <w:rsid w:val="00C70814"/>
    <w:rsid w:val="00DA5EDA"/>
    <w:rsid w:val="00DD39C2"/>
    <w:rsid w:val="00F44F80"/>
    <w:rsid w:val="00FA7854"/>
    <w:rsid w:val="00FE0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8F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oaeaa">
    <w:name w:val="Eaoae?aa"/>
    <w:basedOn w:val="Normal"/>
    <w:uiPriority w:val="99"/>
    <w:rsid w:val="00B908F5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ko-KR"/>
    </w:rPr>
  </w:style>
  <w:style w:type="paragraph" w:customStyle="1" w:styleId="Aaoeeu">
    <w:name w:val="Aaoeeu"/>
    <w:uiPriority w:val="99"/>
    <w:rsid w:val="00B908F5"/>
    <w:pPr>
      <w:widowControl w:val="0"/>
    </w:pPr>
    <w:rPr>
      <w:rFonts w:ascii="Times New Roman" w:eastAsia="Times New Roman" w:hAnsi="Times New Roman"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rsid w:val="00B908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08F5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508</Words>
  <Characters>2897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2: Curriculum vitae in formato europeo (evidenziare i titoli di pertinenza)</dc:title>
  <dc:subject/>
  <dc:creator>Preside</dc:creator>
  <cp:keywords/>
  <dc:description/>
  <cp:lastModifiedBy>user</cp:lastModifiedBy>
  <cp:revision>2</cp:revision>
  <cp:lastPrinted>2020-05-30T06:07:00Z</cp:lastPrinted>
  <dcterms:created xsi:type="dcterms:W3CDTF">2021-01-03T15:29:00Z</dcterms:created>
  <dcterms:modified xsi:type="dcterms:W3CDTF">2021-01-03T15:29:00Z</dcterms:modified>
</cp:coreProperties>
</file>