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E0A95" w14:textId="1B9D4587" w:rsidR="00102EE0" w:rsidRPr="00687750" w:rsidRDefault="00102EE0" w:rsidP="00687750">
      <w:pPr>
        <w:jc w:val="center"/>
        <w:rPr>
          <w:rFonts w:ascii="Calibri" w:hAnsi="Calibri"/>
          <w:b/>
          <w:bCs/>
          <w:sz w:val="40"/>
          <w:szCs w:val="40"/>
        </w:rPr>
      </w:pPr>
      <w:bookmarkStart w:id="0" w:name="_GoBack"/>
      <w:bookmarkEnd w:id="0"/>
      <w:r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2B9715B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alla consegna 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4ECF81C9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FECD6" w14:textId="77777777" w:rsidR="000D079A" w:rsidRDefault="000D079A">
      <w:r>
        <w:separator/>
      </w:r>
    </w:p>
  </w:endnote>
  <w:endnote w:type="continuationSeparator" w:id="0">
    <w:p w14:paraId="15230277" w14:textId="77777777" w:rsidR="000D079A" w:rsidRDefault="000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7DC419C3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C30A70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68DA4" w14:textId="77777777" w:rsidR="000D079A" w:rsidRDefault="000D079A">
      <w:r>
        <w:separator/>
      </w:r>
    </w:p>
  </w:footnote>
  <w:footnote w:type="continuationSeparator" w:id="0">
    <w:p w14:paraId="3ED59882" w14:textId="77777777" w:rsidR="000D079A" w:rsidRDefault="000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D079A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62E6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0A70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1</Pages>
  <Words>189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 Maria</cp:lastModifiedBy>
  <cp:revision>2</cp:revision>
  <cp:lastPrinted>2016-07-15T08:29:00Z</cp:lastPrinted>
  <dcterms:created xsi:type="dcterms:W3CDTF">2023-07-18T10:59:00Z</dcterms:created>
  <dcterms:modified xsi:type="dcterms:W3CDTF">2023-07-18T10:59:00Z</dcterms:modified>
</cp:coreProperties>
</file>