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FDEB5" w14:textId="744131EC" w:rsidR="009D4D55" w:rsidRPr="00F04172" w:rsidRDefault="00F04172" w:rsidP="006B1956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 xml:space="preserve">consapevole del fatto che, in caso di mendace dichiarazione e di falsità in atti e di uso di atti verranno applicate, ai sensi degli artt. 75 e 76 del d.p.r. n. 445/2000, le sanzioni previste dal </w:t>
      </w:r>
      <w:r>
        <w:rPr>
          <w:rStyle w:val="Enfasicorsivo"/>
          <w:rFonts w:cstheme="minorHAnsi"/>
          <w:b/>
          <w:sz w:val="32"/>
          <w:szCs w:val="32"/>
        </w:rPr>
        <w:t>C</w:t>
      </w:r>
      <w:r w:rsidRPr="009E745A">
        <w:rPr>
          <w:rStyle w:val="Enfasicorsivo"/>
          <w:rFonts w:cstheme="minorHAnsi"/>
          <w:b/>
          <w:sz w:val="32"/>
          <w:szCs w:val="32"/>
        </w:rPr>
        <w:t>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D99E786" w14:textId="1081E211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NON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423C67B" w14:textId="74F38012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Default="009E745A" w:rsidP="009E745A">
      <w:pPr>
        <w:ind w:left="708"/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8EDB3" w14:textId="77777777" w:rsidR="005450BD" w:rsidRDefault="005450BD">
      <w:r>
        <w:separator/>
      </w:r>
    </w:p>
  </w:endnote>
  <w:endnote w:type="continuationSeparator" w:id="0">
    <w:p w14:paraId="56E0866B" w14:textId="77777777" w:rsidR="005450BD" w:rsidRDefault="00545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3B2A11C9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AA45BA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E41A" w14:textId="77777777" w:rsidR="005450BD" w:rsidRDefault="005450BD">
      <w:r>
        <w:separator/>
      </w:r>
    </w:p>
  </w:footnote>
  <w:footnote w:type="continuationSeparator" w:id="0">
    <w:p w14:paraId="3073E1A3" w14:textId="77777777" w:rsidR="005450BD" w:rsidRDefault="00545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450BD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1956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5BA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 Maria</cp:lastModifiedBy>
  <cp:revision>2</cp:revision>
  <cp:lastPrinted>2016-07-15T08:29:00Z</cp:lastPrinted>
  <dcterms:created xsi:type="dcterms:W3CDTF">2023-07-18T09:41:00Z</dcterms:created>
  <dcterms:modified xsi:type="dcterms:W3CDTF">2023-07-18T09:41:00Z</dcterms:modified>
</cp:coreProperties>
</file>